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3537740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B6AC0F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9792203" w14:textId="0BCE14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E13A7E">
        <w:rPr>
          <w:rFonts w:ascii="Corbel" w:hAnsi="Corbel"/>
          <w:i/>
          <w:smallCaps/>
          <w:sz w:val="24"/>
          <w:szCs w:val="24"/>
        </w:rPr>
        <w:t>20</w:t>
      </w:r>
      <w:r w:rsidR="009D7D3F">
        <w:rPr>
          <w:rFonts w:ascii="Corbel" w:hAnsi="Corbel"/>
          <w:i/>
          <w:smallCaps/>
          <w:sz w:val="24"/>
          <w:szCs w:val="24"/>
        </w:rPr>
        <w:t>19</w:t>
      </w:r>
      <w:r w:rsidR="00E13A7E">
        <w:rPr>
          <w:rFonts w:ascii="Corbel" w:hAnsi="Corbel"/>
          <w:i/>
          <w:smallCaps/>
          <w:sz w:val="24"/>
          <w:szCs w:val="24"/>
        </w:rPr>
        <w:t>-202</w:t>
      </w:r>
      <w:r w:rsidR="009D7D3F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771AB0F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603F8CD" w14:textId="4A0671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E13A7E">
        <w:rPr>
          <w:rFonts w:ascii="Corbel" w:hAnsi="Corbel"/>
          <w:sz w:val="20"/>
          <w:szCs w:val="20"/>
        </w:rPr>
        <w:t>ok akademicki   202</w:t>
      </w:r>
      <w:r w:rsidR="009D7D3F">
        <w:rPr>
          <w:rFonts w:ascii="Corbel" w:hAnsi="Corbel"/>
          <w:sz w:val="20"/>
          <w:szCs w:val="20"/>
        </w:rPr>
        <w:t>1</w:t>
      </w:r>
      <w:r w:rsidR="00E13A7E">
        <w:rPr>
          <w:rFonts w:ascii="Corbel" w:hAnsi="Corbel"/>
          <w:sz w:val="20"/>
          <w:szCs w:val="20"/>
        </w:rPr>
        <w:t>/202</w:t>
      </w:r>
      <w:r w:rsidR="009D7D3F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716CC1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438696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E13A7E" w:rsidTr="686F2E49" w14:paraId="2020FDD7" w14:textId="77777777">
        <w:tc>
          <w:tcPr>
            <w:tcW w:w="2694" w:type="dxa"/>
            <w:tcMar/>
            <w:vAlign w:val="center"/>
          </w:tcPr>
          <w:p w:rsidRPr="009C54AE" w:rsidR="00E13A7E" w:rsidP="00E13A7E" w:rsidRDefault="00E13A7E" w14:paraId="333114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41A4A" w:rsidR="00E13A7E" w:rsidP="00241A4A" w:rsidRDefault="00617BDE" w14:paraId="7CF00C9E" w14:textId="477445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Terapia zajęciowa w domach pomocy społecznej</w:t>
            </w:r>
          </w:p>
        </w:tc>
      </w:tr>
      <w:tr w:rsidRPr="009C54AE" w:rsidR="00E13A7E" w:rsidTr="686F2E49" w14:paraId="3F005F8E" w14:textId="77777777">
        <w:tc>
          <w:tcPr>
            <w:tcW w:w="2694" w:type="dxa"/>
            <w:tcMar/>
            <w:vAlign w:val="center"/>
          </w:tcPr>
          <w:p w:rsidRPr="009C54AE" w:rsidR="00E13A7E" w:rsidP="00E13A7E" w:rsidRDefault="00E13A7E" w14:paraId="2CB6DF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41A4A" w:rsidR="00E13A7E" w:rsidP="00241A4A" w:rsidRDefault="00617BDE" w14:paraId="7E9897B1" w14:textId="6400CE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P1s[6]s_11</w:t>
            </w:r>
          </w:p>
        </w:tc>
      </w:tr>
      <w:tr w:rsidRPr="009C54AE" w:rsidR="00E13A7E" w:rsidTr="686F2E49" w14:paraId="5F352FBD" w14:textId="77777777">
        <w:tc>
          <w:tcPr>
            <w:tcW w:w="2694" w:type="dxa"/>
            <w:tcMar/>
            <w:vAlign w:val="center"/>
          </w:tcPr>
          <w:p w:rsidRPr="009C54AE" w:rsidR="00E13A7E" w:rsidP="00E13A7E" w:rsidRDefault="00E13A7E" w14:paraId="0C5EA6F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41A4A" w:rsidR="00E13A7E" w:rsidP="00241A4A" w:rsidRDefault="00617BDE" w14:paraId="263876E0" w14:textId="2188BA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617BDE" w:rsidTr="686F2E49" w14:paraId="5E651CBB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167540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00241A4A" w:rsidRDefault="00617BDE" w14:paraId="2B3D013C" w14:textId="04E37F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617BDE" w:rsidTr="686F2E49" w14:paraId="2987AA1A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680C2C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00241A4A" w:rsidRDefault="00617BDE" w14:paraId="360644BC" w14:textId="17600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Praca socjalna</w:t>
            </w:r>
          </w:p>
        </w:tc>
      </w:tr>
      <w:tr w:rsidRPr="009C54AE" w:rsidR="00617BDE" w:rsidTr="686F2E49" w14:paraId="7C4D2AE3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54957E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00241A4A" w:rsidRDefault="00617BDE" w14:paraId="061204C2" w14:textId="7952C5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617BDE" w:rsidTr="686F2E49" w14:paraId="3629E47B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377351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00241A4A" w:rsidRDefault="00617BDE" w14:paraId="5E030D81" w14:textId="5CE82E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4A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617BDE" w:rsidTr="686F2E49" w14:paraId="7D8DE965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002F1B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00241A4A" w:rsidRDefault="00617BDE" w14:paraId="2A4393E8" w14:textId="757823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Pr="009C54AE" w:rsidR="00617BDE" w:rsidTr="686F2E49" w14:paraId="5B040D30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483FC6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00241A4A" w:rsidRDefault="00490F23" w14:paraId="51A250D6" w14:textId="6B8663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Rok 3, semestr VI</w:t>
            </w:r>
          </w:p>
        </w:tc>
      </w:tr>
      <w:tr w:rsidRPr="009C54AE" w:rsidR="00617BDE" w:rsidTr="686F2E49" w14:paraId="18AA2D2A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457AD6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00241A4A" w:rsidRDefault="00617BDE" w14:paraId="14804A2C" w14:textId="6BA2DD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Fakultatywny </w:t>
            </w:r>
          </w:p>
        </w:tc>
      </w:tr>
      <w:tr w:rsidRPr="009C54AE" w:rsidR="00617BDE" w:rsidTr="686F2E49" w14:paraId="38150E18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53935A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</w:tcPr>
          <w:p w:rsidRPr="00241A4A" w:rsidR="00617BDE" w:rsidP="00241A4A" w:rsidRDefault="00617BDE" w14:paraId="56F2B4F5" w14:textId="22EF68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Język polski</w:t>
            </w:r>
          </w:p>
        </w:tc>
      </w:tr>
      <w:tr w:rsidRPr="009C54AE" w:rsidR="00617BDE" w:rsidTr="686F2E49" w14:paraId="135C5827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1ACA88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686F2E49" w:rsidRDefault="00617BDE" w14:paraId="66E5A79E" w14:textId="3E4D156D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/>
                <w:sz w:val="24"/>
                <w:szCs w:val="24"/>
              </w:rPr>
            </w:pPr>
            <w:r w:rsidRPr="686F2E49" w:rsidR="00617BDE">
              <w:rPr>
                <w:rFonts w:ascii="Corbel" w:hAnsi="Corbel"/>
                <w:sz w:val="24"/>
                <w:szCs w:val="24"/>
              </w:rPr>
              <w:t>Krzysztof Jamroży</w:t>
            </w:r>
          </w:p>
        </w:tc>
      </w:tr>
      <w:tr w:rsidRPr="009C54AE" w:rsidR="00617BDE" w:rsidTr="686F2E49" w14:paraId="07576565" w14:textId="77777777">
        <w:tc>
          <w:tcPr>
            <w:tcW w:w="2694" w:type="dxa"/>
            <w:tcMar/>
            <w:vAlign w:val="center"/>
          </w:tcPr>
          <w:p w:rsidRPr="009C54AE" w:rsidR="00617BDE" w:rsidP="00617BDE" w:rsidRDefault="00617BDE" w14:paraId="58AE9E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41A4A" w:rsidR="00617BDE" w:rsidP="686F2E49" w:rsidRDefault="00617BDE" w14:paraId="3DFF5472" w14:textId="5B8A0743">
            <w:pPr>
              <w:pStyle w:val="Pytania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86F2E49" w:rsidR="35A2A0AB">
              <w:rPr>
                <w:rFonts w:ascii="Corbel" w:hAnsi="Corbel"/>
                <w:sz w:val="24"/>
                <w:szCs w:val="24"/>
              </w:rPr>
              <w:t>Lucyna Kopacz</w:t>
            </w:r>
          </w:p>
        </w:tc>
      </w:tr>
    </w:tbl>
    <w:p w:rsidRPr="009C54AE" w:rsidR="00923D7D" w:rsidP="00E13A7E" w:rsidRDefault="0085747A" w14:paraId="3ED98E3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B31822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55A4E5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3D410F" w14:paraId="16F5616B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47CEA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73D0A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BCDFC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668D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58A8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361E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43177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8B5BB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EE193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EDA44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7C3B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3D410F" w:rsidTr="00CC03B2" w14:paraId="3026E3E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D410F" w:rsidR="003D410F" w:rsidP="003D410F" w:rsidRDefault="003D410F" w14:paraId="5EA7063C" w14:textId="1D9E9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10F">
              <w:rPr>
                <w:rFonts w:ascii="Corbel" w:hAnsi="Corbel"/>
                <w:sz w:val="24"/>
                <w:szCs w:val="24"/>
              </w:rPr>
              <w:t>V</w:t>
            </w:r>
            <w:r w:rsidR="00490F2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D410F" w:rsidR="003D410F" w:rsidP="003D410F" w:rsidRDefault="003D410F" w14:paraId="48A706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D410F" w:rsidR="003D410F" w:rsidP="003D410F" w:rsidRDefault="003D410F" w14:paraId="4ABB2D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D410F" w:rsidR="003D410F" w:rsidP="003D410F" w:rsidRDefault="003D410F" w14:paraId="09DE85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10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D410F" w:rsidR="003D410F" w:rsidP="003D410F" w:rsidRDefault="003D410F" w14:paraId="38A962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D410F" w:rsidR="003D410F" w:rsidP="003D410F" w:rsidRDefault="003D410F" w14:paraId="55411C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D410F" w:rsidR="003D410F" w:rsidP="003D410F" w:rsidRDefault="003D410F" w14:paraId="3DE7CC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42C8F" w:rsidR="003D410F" w:rsidP="003D410F" w:rsidRDefault="003D410F" w14:paraId="009D47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42C8F" w:rsidR="003D410F" w:rsidP="003D410F" w:rsidRDefault="003D410F" w14:paraId="2CCC12A0" w14:textId="77777777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Pr="00C42C8F" w:rsidR="003D410F" w:rsidP="003D410F" w:rsidRDefault="003D410F" w14:paraId="2BF34EE8" w14:textId="77777777">
            <w:pPr>
              <w:jc w:val="center"/>
              <w:rPr>
                <w:rFonts w:ascii="Corbel" w:hAnsi="Corbel"/>
                <w:b/>
              </w:rPr>
            </w:pPr>
            <w:r w:rsidRPr="00C42C8F">
              <w:rPr>
                <w:rFonts w:ascii="Corbel" w:hAnsi="Corbel"/>
                <w:b/>
              </w:rPr>
              <w:t>3</w:t>
            </w:r>
          </w:p>
        </w:tc>
      </w:tr>
    </w:tbl>
    <w:p w:rsidRPr="009C54AE" w:rsidR="00923D7D" w:rsidP="00124B3C" w:rsidRDefault="00923D7D" w14:paraId="62398EE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52B645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5747A" w14:paraId="7CB561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410F">
        <w:rPr>
          <w:rFonts w:hint="eastAsia" w:ascii="MS Gothic" w:hAnsi="MS Gothic" w:eastAsia="MS Gothic" w:cs="MS Gothic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556C596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8AEB5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18672C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3D410F" w:rsidR="009C54AE" w:rsidP="009C54AE" w:rsidRDefault="003D410F" w14:paraId="3DEE3E25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3D410F">
        <w:rPr>
          <w:rFonts w:ascii="Corbel" w:hAnsi="Corbel"/>
          <w:szCs w:val="24"/>
        </w:rPr>
        <w:t>zaliczenie z oceną</w:t>
      </w:r>
    </w:p>
    <w:p w:rsidR="00E960BB" w:rsidP="009C54AE" w:rsidRDefault="00E960BB" w14:paraId="77D2E2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059E9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3602D72" w14:textId="77777777">
        <w:tc>
          <w:tcPr>
            <w:tcW w:w="9670" w:type="dxa"/>
          </w:tcPr>
          <w:p w:rsidRPr="003D410F" w:rsidR="0085747A" w:rsidP="003D410F" w:rsidRDefault="00490F23" w14:paraId="4453869E" w14:textId="12EAA7AD">
            <w:pPr>
              <w:spacing w:before="40" w:after="40"/>
              <w:jc w:val="both"/>
              <w:rPr>
                <w:rFonts w:ascii="Corbel" w:hAnsi="Corbel"/>
                <w:smallCaps/>
                <w:sz w:val="24"/>
                <w:szCs w:val="20"/>
              </w:rPr>
            </w:pPr>
            <w:r>
              <w:rPr>
                <w:rFonts w:ascii="Corbel" w:hAnsi="Corbel"/>
                <w:smallCaps/>
                <w:sz w:val="24"/>
                <w:szCs w:val="20"/>
              </w:rPr>
              <w:t>W</w:t>
            </w:r>
            <w:r w:rsidR="003D410F">
              <w:rPr>
                <w:rFonts w:ascii="Corbel" w:hAnsi="Corbel"/>
                <w:smallCaps/>
                <w:sz w:val="24"/>
                <w:szCs w:val="20"/>
              </w:rPr>
              <w:t>iedza z zakresu</w:t>
            </w:r>
            <w:r w:rsidRPr="003D410F" w:rsidR="003D410F">
              <w:rPr>
                <w:rFonts w:ascii="Corbel" w:hAnsi="Corbel"/>
                <w:smallCaps/>
                <w:sz w:val="24"/>
                <w:szCs w:val="20"/>
              </w:rPr>
              <w:t xml:space="preserve"> funkcjonowania mieszkańca</w:t>
            </w:r>
            <w:r w:rsidR="0041702F">
              <w:rPr>
                <w:rFonts w:ascii="Corbel" w:hAnsi="Corbel"/>
                <w:smallCaps/>
                <w:sz w:val="24"/>
                <w:szCs w:val="20"/>
              </w:rPr>
              <w:t xml:space="preserve"> w Domu Pomocy Społecznej oraz</w:t>
            </w:r>
            <w:r w:rsidRPr="003D410F" w:rsidR="003D410F">
              <w:rPr>
                <w:rFonts w:ascii="Corbel" w:hAnsi="Corbel"/>
                <w:smallCaps/>
                <w:sz w:val="24"/>
                <w:szCs w:val="20"/>
              </w:rPr>
              <w:t xml:space="preserve"> metodyki pracy socjalnej.</w:t>
            </w:r>
          </w:p>
        </w:tc>
      </w:tr>
    </w:tbl>
    <w:p w:rsidR="00153C41" w:rsidP="009C54AE" w:rsidRDefault="00153C41" w14:paraId="2BBC444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0945E2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6EC58B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13D22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770DC3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1702F" w:rsidTr="0041702F" w14:paraId="09F23CB0" w14:textId="77777777">
        <w:tc>
          <w:tcPr>
            <w:tcW w:w="845" w:type="dxa"/>
            <w:vAlign w:val="center"/>
          </w:tcPr>
          <w:p w:rsidRPr="009C54AE" w:rsidR="0041702F" w:rsidP="0041702F" w:rsidRDefault="0041702F" w14:paraId="3FBCBB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4F224C" w:rsidR="0041702F" w:rsidP="0041702F" w:rsidRDefault="0041702F" w14:paraId="46641E7B" w14:textId="77777777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0"/>
                <w:lang w:eastAsia="en-US"/>
              </w:rPr>
            </w:pPr>
            <w:r w:rsidRPr="004F224C">
              <w:rPr>
                <w:rFonts w:ascii="Corbel" w:hAnsi="Corbel"/>
                <w:b w:val="0"/>
                <w:sz w:val="20"/>
                <w:lang w:eastAsia="en-US"/>
              </w:rPr>
              <w:t>POZNANIE GŁÓWNYCH OBSZARÓW ROZWOJU KOMPETENCJI TERAPEUTY ZAJĘCIOWEGO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.</w:t>
            </w:r>
          </w:p>
        </w:tc>
      </w:tr>
      <w:tr w:rsidRPr="009C54AE" w:rsidR="0041702F" w:rsidTr="0041702F" w14:paraId="4C0A0A8A" w14:textId="77777777">
        <w:tc>
          <w:tcPr>
            <w:tcW w:w="845" w:type="dxa"/>
            <w:vAlign w:val="center"/>
          </w:tcPr>
          <w:p w:rsidRPr="009C54AE" w:rsidR="0041702F" w:rsidP="0041702F" w:rsidRDefault="0041702F" w14:paraId="2D0EE3E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4F224C" w:rsidR="0041702F" w:rsidP="0041702F" w:rsidRDefault="0041702F" w14:paraId="2F4A2F6C" w14:textId="77777777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0"/>
                <w:lang w:eastAsia="en-US"/>
              </w:rPr>
            </w:pPr>
            <w:r w:rsidRPr="004F224C">
              <w:rPr>
                <w:rFonts w:ascii="Corbel" w:hAnsi="Corbel"/>
                <w:b w:val="0"/>
                <w:sz w:val="20"/>
                <w:lang w:eastAsia="en-US"/>
              </w:rPr>
              <w:t>ROZUMIENIE ZNACZENIA HOLISTYCZNEGO PODEJŚCIA DO KWESTII ZDROWIA, NIEPEŁNOSPRAWNOŚCI DOBROSTANU JAKO PODSTAWY TERAPII ZAJĘCIOWEJ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.</w:t>
            </w:r>
          </w:p>
        </w:tc>
      </w:tr>
      <w:tr w:rsidRPr="009C54AE" w:rsidR="0041702F" w:rsidTr="0041702F" w14:paraId="3C365086" w14:textId="77777777">
        <w:tc>
          <w:tcPr>
            <w:tcW w:w="845" w:type="dxa"/>
            <w:vAlign w:val="center"/>
          </w:tcPr>
          <w:p w:rsidRPr="009C54AE" w:rsidR="0041702F" w:rsidP="0041702F" w:rsidRDefault="0041702F" w14:paraId="384334D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4F224C" w:rsidR="0041702F" w:rsidP="0041702F" w:rsidRDefault="0041702F" w14:paraId="054ED461" w14:textId="73336A35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0"/>
                <w:lang w:eastAsia="en-US"/>
              </w:rPr>
            </w:pPr>
            <w:r>
              <w:rPr>
                <w:rFonts w:ascii="Corbel" w:hAnsi="Corbel"/>
                <w:b w:val="0"/>
                <w:sz w:val="20"/>
                <w:lang w:eastAsia="en-US"/>
              </w:rPr>
              <w:t>POZNANIE TEORETYCZNYCH PODSTAW</w:t>
            </w:r>
            <w:r w:rsidRPr="004F224C">
              <w:rPr>
                <w:rFonts w:ascii="Corbel" w:hAnsi="Corbel"/>
                <w:b w:val="0"/>
                <w:sz w:val="20"/>
                <w:lang w:eastAsia="en-US"/>
              </w:rPr>
              <w:t xml:space="preserve"> TERAPII ZAJĘCIOWEJ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, A W SZCZEGÓLNOŚCI ZWIĄZKÓW</w:t>
            </w:r>
            <w:r w:rsidRPr="004F224C">
              <w:rPr>
                <w:rFonts w:ascii="Corbel" w:hAnsi="Corbel"/>
                <w:b w:val="0"/>
                <w:sz w:val="20"/>
                <w:lang w:eastAsia="en-US"/>
              </w:rPr>
              <w:t xml:space="preserve"> MIĘDZY ZDROWIEM A AKTYWNOŚCIĄ CZŁOWIEKA W RÓŻNYCH OBSZARACH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.</w:t>
            </w:r>
          </w:p>
        </w:tc>
      </w:tr>
      <w:tr w:rsidRPr="009C54AE" w:rsidR="0041702F" w:rsidTr="0041702F" w14:paraId="088691F6" w14:textId="77777777">
        <w:tc>
          <w:tcPr>
            <w:tcW w:w="845" w:type="dxa"/>
            <w:vAlign w:val="center"/>
          </w:tcPr>
          <w:p w:rsidRPr="009C54AE" w:rsidR="0041702F" w:rsidP="0041702F" w:rsidRDefault="0041702F" w14:paraId="0ABC02D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4F224C" w:rsidR="0041702F" w:rsidP="0041702F" w:rsidRDefault="0004084F" w14:paraId="69C6BE7C" w14:textId="32896BF2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0"/>
                <w:lang w:eastAsia="en-US"/>
              </w:rPr>
            </w:pPr>
            <w:r>
              <w:rPr>
                <w:rFonts w:ascii="Corbel" w:hAnsi="Corbel"/>
                <w:b w:val="0"/>
                <w:sz w:val="20"/>
                <w:lang w:eastAsia="en-US"/>
              </w:rPr>
              <w:t>KSZTAŁTOWNIE</w:t>
            </w:r>
            <w:r w:rsidRPr="004F224C" w:rsidR="0041702F">
              <w:rPr>
                <w:rFonts w:ascii="Corbel" w:hAnsi="Corbel"/>
                <w:b w:val="0"/>
                <w:sz w:val="20"/>
                <w:lang w:eastAsia="en-US"/>
              </w:rPr>
              <w:t xml:space="preserve"> UMIEJĘTNOŚCI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 xml:space="preserve"> PRAKTYCZNYCH Z ZAKRESU</w:t>
            </w:r>
            <w:r w:rsidRPr="004F224C" w:rsidR="0041702F">
              <w:rPr>
                <w:rFonts w:ascii="Corbel" w:hAnsi="Corbel"/>
                <w:b w:val="0"/>
                <w:sz w:val="20"/>
                <w:lang w:eastAsia="en-US"/>
              </w:rPr>
              <w:t xml:space="preserve"> TERAP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II</w:t>
            </w:r>
            <w:r w:rsidRPr="004F224C" w:rsidR="0041702F">
              <w:rPr>
                <w:rFonts w:ascii="Corbel" w:hAnsi="Corbel"/>
                <w:b w:val="0"/>
                <w:sz w:val="20"/>
                <w:lang w:eastAsia="en-US"/>
              </w:rPr>
              <w:t xml:space="preserve"> ZAJĘCIOW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EJ W FORMIE SPORZĄDZANIA DOKUMENTACJI I PROJEKTOWANIA ZAJĘĆ TERAPEUTYCZNYCH.</w:t>
            </w:r>
          </w:p>
        </w:tc>
      </w:tr>
    </w:tbl>
    <w:p w:rsidRPr="009C54AE" w:rsidR="0085747A" w:rsidP="009C54AE" w:rsidRDefault="0085747A" w14:paraId="2D9A47F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2C767A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6E16A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41702F" w14:paraId="1B4BE732" w14:textId="77777777">
        <w:tc>
          <w:tcPr>
            <w:tcW w:w="1681" w:type="dxa"/>
            <w:vAlign w:val="center"/>
          </w:tcPr>
          <w:p w:rsidRPr="009C54AE" w:rsidR="0085747A" w:rsidP="009C54AE" w:rsidRDefault="0085747A" w14:paraId="10C77C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4FF446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94F1E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1702F" w:rsidTr="00666380" w14:paraId="45EEA042" w14:textId="77777777">
        <w:tc>
          <w:tcPr>
            <w:tcW w:w="1681" w:type="dxa"/>
          </w:tcPr>
          <w:p w:rsidRPr="009C54AE" w:rsidR="0041702F" w:rsidP="0041702F" w:rsidRDefault="0041702F" w14:paraId="49F118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0F23" w:rsidR="0041702F" w:rsidP="00490F23" w:rsidRDefault="00DE1A52" w14:paraId="414F17FA" w14:textId="27DAB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>a uporządkowaną wiedzę na temat prawidłowości i zaburzeń więzi społecznych w środowisku lokalnym, w szczególności o dysfunkcjach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224C" w:rsidR="0041702F" w:rsidP="0041702F" w:rsidRDefault="0041702F" w14:paraId="12579B54" w14:textId="167500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F224C">
              <w:rPr>
                <w:rFonts w:ascii="Corbel" w:hAnsi="Corbel"/>
                <w:b w:val="0"/>
                <w:sz w:val="22"/>
              </w:rPr>
              <w:t>K_W0</w:t>
            </w:r>
            <w:r w:rsidR="001D5EE4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Pr="009C54AE" w:rsidR="0041702F" w:rsidTr="00666380" w14:paraId="2964C29A" w14:textId="77777777">
        <w:tc>
          <w:tcPr>
            <w:tcW w:w="1681" w:type="dxa"/>
          </w:tcPr>
          <w:p w:rsidRPr="009C54AE" w:rsidR="0041702F" w:rsidP="0041702F" w:rsidRDefault="0041702F" w14:paraId="6E86ED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0F23" w:rsidR="00241A4A" w:rsidP="00490F23" w:rsidRDefault="00DE1A52" w14:paraId="494E51B3" w14:textId="78E6A8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>nalizuje proponowane rozwiązania konkretnych problemów społecznych oraz umie przeciwdziałać wykluczeniu społecznemu 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224C" w:rsidR="0041702F" w:rsidP="0041702F" w:rsidRDefault="0041702F" w14:paraId="5CA10C61" w14:textId="29140EA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F224C">
              <w:rPr>
                <w:rFonts w:ascii="Corbel" w:hAnsi="Corbel"/>
                <w:b w:val="0"/>
                <w:sz w:val="22"/>
              </w:rPr>
              <w:t>K_</w:t>
            </w:r>
            <w:r w:rsidR="007E1977">
              <w:rPr>
                <w:rFonts w:ascii="Corbel" w:hAnsi="Corbel"/>
                <w:b w:val="0"/>
                <w:sz w:val="22"/>
              </w:rPr>
              <w:t>U</w:t>
            </w:r>
            <w:r w:rsidR="00241A4A">
              <w:rPr>
                <w:rFonts w:ascii="Corbel" w:hAnsi="Corbel"/>
                <w:b w:val="0"/>
                <w:sz w:val="22"/>
              </w:rPr>
              <w:t>09</w:t>
            </w:r>
          </w:p>
        </w:tc>
      </w:tr>
      <w:tr w:rsidRPr="009C54AE" w:rsidR="007E1977" w:rsidTr="00666380" w14:paraId="6F637B4C" w14:textId="77777777">
        <w:tc>
          <w:tcPr>
            <w:tcW w:w="1681" w:type="dxa"/>
          </w:tcPr>
          <w:p w:rsidRPr="009C54AE" w:rsidR="007E1977" w:rsidP="0041702F" w:rsidRDefault="007E1977" w14:paraId="38934ABB" w14:textId="28EA0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0F23" w:rsidR="007E1977" w:rsidP="00490F23" w:rsidRDefault="00DE1A52" w14:paraId="05A6B6D6" w14:textId="14880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podstawowymi podejściami teoretycznymi w analizowaniu różnych aspektów ludzkich </w:t>
            </w:r>
            <w:proofErr w:type="spellStart"/>
            <w:r w:rsidRPr="00DE1A52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DE1A52">
              <w:rPr>
                <w:rFonts w:ascii="Corbel" w:hAnsi="Corbel"/>
                <w:b w:val="0"/>
                <w:smallCaps w:val="0"/>
                <w:szCs w:val="24"/>
              </w:rPr>
              <w:t xml:space="preserve"> w celu diagnozowania, prognozowania oraz formułowania programów działań socjalnych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224C" w:rsidR="007E1977" w:rsidP="0041702F" w:rsidRDefault="007E1977" w14:paraId="67C0ED7B" w14:textId="087C801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K_K0</w:t>
            </w:r>
            <w:r w:rsidR="00241A4A">
              <w:rPr>
                <w:rFonts w:ascii="Corbel" w:hAnsi="Corbel"/>
                <w:b w:val="0"/>
                <w:sz w:val="22"/>
              </w:rPr>
              <w:t>5</w:t>
            </w:r>
          </w:p>
        </w:tc>
      </w:tr>
    </w:tbl>
    <w:p w:rsidRPr="009C54AE" w:rsidR="0085747A" w:rsidP="009C54AE" w:rsidRDefault="0085747A" w14:paraId="13267EA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6D47D0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0CDDC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48A210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84B2B" w14:paraId="61B3A5EB" w14:textId="77777777">
        <w:tc>
          <w:tcPr>
            <w:tcW w:w="9520" w:type="dxa"/>
          </w:tcPr>
          <w:p w:rsidRPr="00984B2B" w:rsidR="0085747A" w:rsidP="009C54AE" w:rsidRDefault="0085747A" w14:paraId="5221472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4B2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5747A" w:rsidTr="00984B2B" w14:paraId="0FB805C0" w14:textId="77777777">
        <w:tc>
          <w:tcPr>
            <w:tcW w:w="9520" w:type="dxa"/>
          </w:tcPr>
          <w:p w:rsidRPr="009C54AE" w:rsidR="0085747A" w:rsidP="009C54AE" w:rsidRDefault="00984B2B" w14:paraId="43F100C9" w14:textId="02F0E6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BABDC9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B3A304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8E56B1" w:rsidR="0085747A" w:rsidP="009C54AE" w:rsidRDefault="0085747A" w14:paraId="025BAA3B" w14:textId="77777777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E56B1" w:rsidR="0085747A" w:rsidTr="00984B2B" w14:paraId="00D6D9E0" w14:textId="77777777">
        <w:tc>
          <w:tcPr>
            <w:tcW w:w="9520" w:type="dxa"/>
          </w:tcPr>
          <w:p w:rsidRPr="008E56B1" w:rsidR="0085747A" w:rsidP="009C54AE" w:rsidRDefault="0085747A" w14:paraId="119E4C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E56B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984B2B" w:rsidTr="00984B2B" w14:paraId="06447A0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4D711521" w14:textId="68293B4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Podstawowe pojęcia przydatne w prowadzeniu terapii zajęciowej: terapia zajęciowa, niepełnosprawność, starość, samotność</w:t>
            </w:r>
            <w:r w:rsidR="00AA2B58">
              <w:rPr>
                <w:rFonts w:ascii="Corbel" w:hAnsi="Corbel"/>
              </w:rPr>
              <w:t>, mieszkaniec DPS</w:t>
            </w:r>
            <w:r w:rsidRPr="00984B2B">
              <w:rPr>
                <w:rFonts w:ascii="Corbel" w:hAnsi="Corbel"/>
              </w:rPr>
              <w:t xml:space="preserve">.                                    </w:t>
            </w:r>
          </w:p>
        </w:tc>
      </w:tr>
      <w:tr w:rsidRPr="009C54AE" w:rsidR="00984B2B" w:rsidTr="00984B2B" w14:paraId="6E331C4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0C09C765" w14:textId="3289BE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 xml:space="preserve">DPS – typy, organizacja, zasady kierowania. </w:t>
            </w:r>
          </w:p>
        </w:tc>
      </w:tr>
      <w:tr w:rsidRPr="009C54AE" w:rsidR="00984B2B" w:rsidTr="00984B2B" w14:paraId="31AA73D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39D168B3" w14:textId="491488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Akty prawne dotyczące DPS i terapii zajęciowej.</w:t>
            </w:r>
          </w:p>
        </w:tc>
      </w:tr>
      <w:tr w:rsidRPr="009C54AE" w:rsidR="00984B2B" w:rsidTr="00984B2B" w14:paraId="2CBA6AB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7329FC21" w14:textId="28B93C3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Uwarunkowania terapii zajęciowej - specyfika mieszkańców poszczególnych typów DPS</w:t>
            </w:r>
            <w:r w:rsidR="00AA2B58">
              <w:rPr>
                <w:rFonts w:ascii="Corbel" w:hAnsi="Corbel"/>
              </w:rPr>
              <w:t>.</w:t>
            </w:r>
          </w:p>
        </w:tc>
      </w:tr>
      <w:tr w:rsidRPr="009C54AE" w:rsidR="00984B2B" w:rsidTr="00984B2B" w14:paraId="3F7A22A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069C912D" w14:textId="0A68D5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Formy wsparcia mieszkańców – usługi świadczone w DPS.</w:t>
            </w:r>
          </w:p>
        </w:tc>
      </w:tr>
      <w:tr w:rsidRPr="009C54AE" w:rsidR="00984B2B" w:rsidTr="00984B2B" w14:paraId="6BEC9FF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4B8FEFBA" w14:textId="3297189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Cele, zadania, formy, etapy, aktywizacji mieszkańców DPS.</w:t>
            </w:r>
          </w:p>
        </w:tc>
      </w:tr>
      <w:tr w:rsidRPr="009C54AE" w:rsidR="00984B2B" w:rsidTr="00984B2B" w14:paraId="735945D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6FC1A80F" w14:textId="53136A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Rodzaje, metody oraz techniki terapii zajęciowej.</w:t>
            </w:r>
          </w:p>
        </w:tc>
      </w:tr>
      <w:tr w:rsidRPr="009C54AE" w:rsidR="00984B2B" w:rsidTr="00984B2B" w14:paraId="32D60C9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42D9A685" w14:textId="042029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lastRenderedPageBreak/>
              <w:t>Zasady pracy w grupie: zasady komunikacji, planowanie pracy, wyznaczanie celów. Zespół terapeutyczny, rola terapeuty zajęciowego.</w:t>
            </w:r>
          </w:p>
        </w:tc>
      </w:tr>
      <w:tr w:rsidRPr="009C54AE" w:rsidR="00984B2B" w:rsidTr="00984B2B" w14:paraId="7AEA884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58ACDEC1" w14:textId="609A9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Prowadzenie pracowni terapii zajęciowej: Organizacja stanowiska pracy, przepisy bezpieczeństwa, higieny, ochrony przeciwpożarowej, środki ochrony indywidualnej</w:t>
            </w:r>
            <w:r w:rsidR="00AA2B58">
              <w:rPr>
                <w:rFonts w:ascii="Corbel" w:hAnsi="Corbel"/>
              </w:rPr>
              <w:t>.</w:t>
            </w:r>
          </w:p>
        </w:tc>
      </w:tr>
      <w:tr w:rsidRPr="009C54AE" w:rsidR="00984B2B" w:rsidTr="00984B2B" w14:paraId="0C9ACE2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127AD06E" w14:textId="535A89B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Organizacja terapii zajęciowej w DPS: opracowanie tygodniowego i miesięcznego planu zajęć terapeutycznych przy wykorzystaniu arkusza aktywizacji mieszkańca DPS</w:t>
            </w:r>
            <w:r w:rsidR="00AA2B58">
              <w:rPr>
                <w:rFonts w:ascii="Corbel" w:hAnsi="Corbel"/>
              </w:rPr>
              <w:t>.</w:t>
            </w:r>
            <w:r w:rsidRPr="00984B2B">
              <w:rPr>
                <w:rFonts w:ascii="Corbel" w:hAnsi="Corbel"/>
              </w:rPr>
              <w:t xml:space="preserve"> </w:t>
            </w:r>
          </w:p>
        </w:tc>
      </w:tr>
      <w:tr w:rsidRPr="009C54AE" w:rsidR="00AA2B58" w:rsidTr="00984B2B" w14:paraId="0EF0271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AA2B58" w:rsidP="00AA2B58" w:rsidRDefault="00AA2B58" w14:paraId="0BB3E1F5" w14:textId="678CAB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Omówienie wybranego problemu mieszkańca DPS i opracowanie przez studentów i wykładowcę tygodniowego planu zajęć wraz z jego praktyczną realizacją w zakresie wybranych działań terapeutycznych. </w:t>
            </w:r>
          </w:p>
        </w:tc>
      </w:tr>
      <w:tr w:rsidRPr="009C54AE" w:rsidR="00984B2B" w:rsidTr="00984B2B" w14:paraId="6D239E6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4B2B" w:rsidR="00984B2B" w:rsidP="00AA2B58" w:rsidRDefault="00984B2B" w14:paraId="29E26403" w14:textId="47E7FDF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Zaprojektowanie oraz przeprowadzenie w grupie studentów wybranego rodzaju zajęć w ramach terapii zajęciowej w domu pomocy społecznej z uwzględnieniem sprecyzowanego problemu społecznego.</w:t>
            </w:r>
          </w:p>
        </w:tc>
      </w:tr>
    </w:tbl>
    <w:p w:rsidRPr="009C54AE" w:rsidR="0085747A" w:rsidP="009C54AE" w:rsidRDefault="0085747A" w14:paraId="779A10B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80643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A659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2B58" w:rsidR="00E960BB" w:rsidP="00AA2B58" w:rsidRDefault="00AA2B58" w14:paraId="3B4B2BDD" w14:textId="18AFE601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AA2B58">
        <w:rPr>
          <w:rFonts w:ascii="Corbel" w:hAnsi="Corbel"/>
          <w:bCs/>
          <w:sz w:val="22"/>
        </w:rPr>
        <w:t xml:space="preserve">wykład z prezentacją multimedialną, praca w grupach,  dyskusja na bazie tekstów naukowych, burza mózgów, odgrywanie scenek, studium i analiza przypadku, praca indywidualna i grupowa nad przygotowaniem scenariusza zajęć terapeutycznych w wybranym </w:t>
      </w:r>
      <w:proofErr w:type="spellStart"/>
      <w:r>
        <w:rPr>
          <w:rFonts w:ascii="Corbel" w:hAnsi="Corbel"/>
          <w:bCs/>
          <w:sz w:val="22"/>
        </w:rPr>
        <w:t>dps</w:t>
      </w:r>
      <w:proofErr w:type="spellEnd"/>
      <w:r w:rsidRPr="00AA2B58">
        <w:rPr>
          <w:rFonts w:ascii="Corbel" w:hAnsi="Corbel"/>
          <w:bCs/>
          <w:sz w:val="22"/>
        </w:rPr>
        <w:t xml:space="preserve">, prezentacja zaprojektowanych działań na forum grupy zajęciowej.  </w:t>
      </w:r>
    </w:p>
    <w:p w:rsidR="00E960BB" w:rsidP="009C54AE" w:rsidRDefault="00E960BB" w14:paraId="4DDE912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E7282A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A0ABD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91E1F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39B22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0"/>
        <w:gridCol w:w="2120"/>
      </w:tblGrid>
      <w:tr w:rsidRPr="009C54AE" w:rsidR="0085747A" w:rsidTr="00C05F44" w14:paraId="3C668365" w14:textId="77777777">
        <w:tc>
          <w:tcPr>
            <w:tcW w:w="1985" w:type="dxa"/>
            <w:vAlign w:val="center"/>
          </w:tcPr>
          <w:p w:rsidRPr="009C54AE" w:rsidR="0085747A" w:rsidP="009C54AE" w:rsidRDefault="0071620A" w14:paraId="117ADF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1CA0E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F9040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C0942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A4DF9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17369C7C" w14:textId="77777777">
        <w:tc>
          <w:tcPr>
            <w:tcW w:w="1985" w:type="dxa"/>
          </w:tcPr>
          <w:p w:rsidRPr="009C54AE" w:rsidR="0085747A" w:rsidP="009C54AE" w:rsidRDefault="0085747A" w14:paraId="43CB87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1115B1" w:rsidR="0085747A" w:rsidP="001115B1" w:rsidRDefault="001115B1" w14:paraId="7215EF07" w14:textId="25CDDF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 tygodniowy plan zajęć,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1115B1" w14:paraId="4E7FC85E" w14:textId="10BF33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4EDFA963" w14:textId="77777777">
        <w:tc>
          <w:tcPr>
            <w:tcW w:w="1985" w:type="dxa"/>
          </w:tcPr>
          <w:p w:rsidRPr="009C54AE" w:rsidR="0085747A" w:rsidP="009C54AE" w:rsidRDefault="0085747A" w14:paraId="251E0E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1115B1" w:rsidRDefault="001115B1" w14:paraId="0D2B7CF6" w14:textId="1029B8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 tygodniowy plan zajęć,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1115B1" w14:paraId="5865A7B5" w14:textId="6D14C5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115B1" w:rsidTr="00C05F44" w14:paraId="2918F489" w14:textId="77777777">
        <w:tc>
          <w:tcPr>
            <w:tcW w:w="1985" w:type="dxa"/>
          </w:tcPr>
          <w:p w:rsidRPr="009C54AE" w:rsidR="001115B1" w:rsidP="009C54AE" w:rsidRDefault="001115B1" w14:paraId="3C6B172D" w14:textId="3D150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1115B1" w:rsidP="001115B1" w:rsidRDefault="001115B1" w14:paraId="7364F6A1" w14:textId="307ED3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 tygodniowy plan zajęć, obserwacja w trakcie zajęć</w:t>
            </w:r>
          </w:p>
        </w:tc>
        <w:tc>
          <w:tcPr>
            <w:tcW w:w="2126" w:type="dxa"/>
          </w:tcPr>
          <w:p w:rsidRPr="009C54AE" w:rsidR="001115B1" w:rsidP="009C54AE" w:rsidRDefault="001115B1" w14:paraId="0356842A" w14:textId="50ED44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757224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6F379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57E3F9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49FA852" w14:textId="77777777">
        <w:tc>
          <w:tcPr>
            <w:tcW w:w="9670" w:type="dxa"/>
          </w:tcPr>
          <w:p w:rsidRPr="00DF099D" w:rsidR="00E23459" w:rsidP="00E23459" w:rsidRDefault="00E23459" w14:paraId="0E4C6F61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:rsidR="00E23459" w:rsidP="00E23459" w:rsidRDefault="00640FD4" w14:paraId="2559975C" w14:textId="560B2C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t</w:t>
            </w:r>
            <w:r w:rsidRPr="00E23459" w:rsidR="00E23459">
              <w:rPr>
                <w:rFonts w:ascii="Corbel" w:hAnsi="Corbel"/>
                <w:sz w:val="24"/>
                <w:szCs w:val="24"/>
              </w:rPr>
              <w:t>ygodniow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E23459" w:rsidR="00E23459">
              <w:rPr>
                <w:rFonts w:ascii="Corbel" w:hAnsi="Corbel"/>
                <w:sz w:val="24"/>
                <w:szCs w:val="24"/>
              </w:rPr>
              <w:t xml:space="preserve"> plan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E23459" w:rsidR="00E23459">
              <w:rPr>
                <w:rFonts w:ascii="Corbel" w:hAnsi="Corbel"/>
                <w:sz w:val="24"/>
                <w:szCs w:val="24"/>
              </w:rPr>
              <w:t xml:space="preserve"> zajęć</w:t>
            </w:r>
            <w:r w:rsidR="00E23459">
              <w:rPr>
                <w:rFonts w:ascii="Corbel" w:hAnsi="Corbel"/>
                <w:sz w:val="24"/>
                <w:szCs w:val="24"/>
              </w:rPr>
              <w:t xml:space="preserve"> terapeutycznych w DPS </w:t>
            </w:r>
            <w:r w:rsidRPr="00E23459" w:rsidR="00E23459">
              <w:rPr>
                <w:rFonts w:ascii="Corbel" w:hAnsi="Corbel"/>
                <w:sz w:val="24"/>
                <w:szCs w:val="24"/>
              </w:rPr>
              <w:t xml:space="preserve"> – 50% oceny finalnej;</w:t>
            </w:r>
          </w:p>
          <w:p w:rsidRPr="00E23459" w:rsidR="00E23459" w:rsidP="00E23459" w:rsidRDefault="00640FD4" w14:paraId="2E759D12" w14:textId="4488FEA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Sporządzenie p</w:t>
            </w:r>
            <w:r w:rsidR="00E23459">
              <w:rPr>
                <w:rFonts w:ascii="Corbel" w:hAnsi="Corbel"/>
                <w:sz w:val="24"/>
                <w:szCs w:val="24"/>
              </w:rPr>
              <w:t>rojekt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E23459">
              <w:rPr>
                <w:rFonts w:ascii="Corbel" w:hAnsi="Corbel"/>
                <w:sz w:val="24"/>
                <w:szCs w:val="24"/>
              </w:rPr>
              <w:t xml:space="preserve"> zajęć terapeutycznych zaprezentowan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E23459">
              <w:rPr>
                <w:rFonts w:ascii="Corbel" w:hAnsi="Corbel"/>
                <w:sz w:val="24"/>
                <w:szCs w:val="24"/>
              </w:rPr>
              <w:t xml:space="preserve"> i zrealizowan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E23459">
              <w:rPr>
                <w:rFonts w:ascii="Corbel" w:hAnsi="Corbel"/>
                <w:sz w:val="24"/>
                <w:szCs w:val="24"/>
              </w:rPr>
              <w:t xml:space="preserve"> z aktywnym udziałem grupy – 50% oceny finalnej. </w:t>
            </w:r>
          </w:p>
          <w:p w:rsidRPr="00DF099D" w:rsidR="00E23459" w:rsidP="00E23459" w:rsidRDefault="00E23459" w14:paraId="791063F5" w14:textId="58004B70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Suma poszczególnych elementów składowych oceny jest równa 100% oceny końcowej. </w:t>
            </w: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Pr="00DF099D" w:rsidR="00E23459" w:rsidP="00E23459" w:rsidRDefault="00E23459" w14:paraId="04D7AF69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DF099D" w:rsidR="00E23459" w:rsidP="00E23459" w:rsidRDefault="00E23459" w14:paraId="6170F6E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lastRenderedPageBreak/>
              <w:t>• 82% - 90% (4.5)</w:t>
            </w:r>
          </w:p>
          <w:p w:rsidRPr="00DF099D" w:rsidR="00E23459" w:rsidP="00E23459" w:rsidRDefault="00E23459" w14:paraId="45BDF39C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DF099D" w:rsidR="00E23459" w:rsidP="00E23459" w:rsidRDefault="00E23459" w14:paraId="233777C6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DF099D" w:rsidR="00E23459" w:rsidP="00E23459" w:rsidRDefault="00E23459" w14:paraId="21FAA114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9C54AE" w:rsidR="0085747A" w:rsidP="009C54AE" w:rsidRDefault="00E23459" w14:paraId="00D9F52E" w14:textId="3C1DDD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:rsidRPr="009C54AE" w:rsidR="0085747A" w:rsidP="009C54AE" w:rsidRDefault="0085747A" w14:paraId="3C093D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99BDCF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B77CE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6561454" w14:textId="77777777">
        <w:tc>
          <w:tcPr>
            <w:tcW w:w="4962" w:type="dxa"/>
            <w:vAlign w:val="center"/>
          </w:tcPr>
          <w:p w:rsidRPr="009C54AE" w:rsidR="0085747A" w:rsidP="009C54AE" w:rsidRDefault="00C61DC5" w14:paraId="3E41E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188C0B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2DD8D13" w14:textId="77777777">
        <w:tc>
          <w:tcPr>
            <w:tcW w:w="4962" w:type="dxa"/>
          </w:tcPr>
          <w:p w:rsidRPr="009C54AE" w:rsidR="0085747A" w:rsidP="009C54AE" w:rsidRDefault="00C61DC5" w14:paraId="5F56D1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F16E7F" w:rsidRDefault="00640FD4" w14:paraId="20A7726D" w14:textId="6964D4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04FD341" w14:textId="77777777">
        <w:tc>
          <w:tcPr>
            <w:tcW w:w="4962" w:type="dxa"/>
          </w:tcPr>
          <w:p w:rsidRPr="009C54AE" w:rsidR="00C61DC5" w:rsidP="009C54AE" w:rsidRDefault="00C61DC5" w14:paraId="1879E4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74775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F16E7F" w:rsidRDefault="00F16E7F" w14:paraId="2B810955" w14:textId="001CB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38EEA74C" w14:textId="77777777">
        <w:tc>
          <w:tcPr>
            <w:tcW w:w="4962" w:type="dxa"/>
          </w:tcPr>
          <w:p w:rsidRPr="009C54AE" w:rsidR="00C61DC5" w:rsidP="009C54AE" w:rsidRDefault="00C61DC5" w14:paraId="72F22AB2" w14:textId="158CE2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6E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F16E7F" w:rsidRDefault="00F16E7F" w14:paraId="4F5CDF48" w14:textId="42DA0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AABF765" w14:textId="77777777">
        <w:tc>
          <w:tcPr>
            <w:tcW w:w="4962" w:type="dxa"/>
          </w:tcPr>
          <w:p w:rsidRPr="009C54AE" w:rsidR="0085747A" w:rsidP="009C54AE" w:rsidRDefault="0085747A" w14:paraId="3694D5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F16E7F" w:rsidRDefault="00F16E7F" w14:paraId="06DA95A8" w14:textId="363182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00923D7D" w14:paraId="059E87C6" w14:textId="77777777">
        <w:tc>
          <w:tcPr>
            <w:tcW w:w="4962" w:type="dxa"/>
          </w:tcPr>
          <w:p w:rsidRPr="009C54AE" w:rsidR="0085747A" w:rsidP="009C54AE" w:rsidRDefault="0085747A" w14:paraId="023E9B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F16E7F" w:rsidR="0085747A" w:rsidP="00F16E7F" w:rsidRDefault="00F16E7F" w14:paraId="36DADEB5" w14:textId="46F0AC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16E7F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DCB5C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D9602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EE2758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0C368C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46E91EF3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975E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00037D" w:rsidRDefault="0000037D" w14:paraId="01161325" w14:textId="7DD97A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0037D" w14:paraId="720A3A9E" w14:textId="77777777">
        <w:trPr>
          <w:trHeight w:val="58"/>
        </w:trPr>
        <w:tc>
          <w:tcPr>
            <w:tcW w:w="3544" w:type="dxa"/>
          </w:tcPr>
          <w:p w:rsidRPr="009C54AE" w:rsidR="0085747A" w:rsidP="009C54AE" w:rsidRDefault="0085747A" w14:paraId="785526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00037D" w:rsidRDefault="0000037D" w14:paraId="75A26504" w14:textId="1B2D1D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D77BC7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5858E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FAA2F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A65CC6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792C07" w:rsidR="00425F27" w:rsidTr="00592C99" w14:paraId="0758DCE0" w14:textId="77777777">
        <w:trPr>
          <w:trHeight w:val="397"/>
        </w:trPr>
        <w:tc>
          <w:tcPr>
            <w:tcW w:w="7513" w:type="dxa"/>
            <w:shd w:val="clear" w:color="auto" w:fill="auto"/>
          </w:tcPr>
          <w:p w:rsidRPr="00346520" w:rsidR="00425F27" w:rsidP="00592C99" w:rsidRDefault="00425F27" w14:paraId="7E5431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520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="00425F27" w:rsidP="00592C99" w:rsidRDefault="00425F27" w14:paraId="7EF74A00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Baum E. (2008). </w:t>
            </w:r>
            <w:r w:rsidRPr="005E565B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Fraszka Edukacyjna. </w:t>
            </w:r>
          </w:p>
          <w:p w:rsidRPr="00944C1A" w:rsidR="00425F27" w:rsidP="00592C99" w:rsidRDefault="00425F27" w14:paraId="6FDED443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Bochenek M., </w:t>
            </w:r>
            <w:proofErr w:type="spellStart"/>
            <w:r w:rsidRPr="00944C1A">
              <w:rPr>
                <w:rFonts w:ascii="Corbel" w:hAnsi="Corbel"/>
                <w:b w:val="0"/>
                <w:smallCaps w:val="0"/>
                <w:szCs w:val="24"/>
              </w:rPr>
              <w:t>Gawarkiewicz</w:t>
            </w:r>
            <w:proofErr w:type="spellEnd"/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 Ż., Januszewska M.,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in.</w:t>
            </w: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(2016).</w:t>
            </w:r>
            <w:r w:rsidRPr="002A7F25">
              <w:rPr>
                <w:rFonts w:ascii="Corbel" w:hAnsi="Corbel"/>
                <w:i/>
                <w:szCs w:val="24"/>
              </w:rPr>
              <w:t xml:space="preserve"> </w:t>
            </w:r>
            <w:r w:rsidRPr="002A7F25">
              <w:rPr>
                <w:rFonts w:ascii="Corbel" w:hAnsi="Corbel"/>
                <w:b w:val="0"/>
                <w:i/>
                <w:smallCaps w:val="0"/>
                <w:szCs w:val="24"/>
              </w:rPr>
              <w:t>Opłaty za pobyt w domu pomocy społecznej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Wolters Kluwer.</w:t>
            </w:r>
          </w:p>
          <w:p w:rsidRPr="00944C1A" w:rsidR="00425F27" w:rsidP="00592C99" w:rsidRDefault="00425F27" w14:paraId="52820EB1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Brzezińska M., Graczkowska M. (2012). </w:t>
            </w:r>
            <w:proofErr w:type="spellStart"/>
            <w:r w:rsidRPr="00703A42">
              <w:rPr>
                <w:rFonts w:ascii="Corbel" w:hAnsi="Corbel"/>
                <w:b w:val="0"/>
                <w:i/>
                <w:smallCaps w:val="0"/>
                <w:szCs w:val="24"/>
              </w:rPr>
              <w:t>Zaradnik</w:t>
            </w:r>
            <w:proofErr w:type="spellEnd"/>
            <w:r w:rsidRPr="00703A4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terapeutyczny. Jak pracować z seniorami w domu pomocy społecznej?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425F27" w:rsidP="00592C99" w:rsidRDefault="00425F27" w14:paraId="627A7BFC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Grabusińska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 (2013). </w:t>
            </w:r>
            <w:r w:rsidRPr="002A7F25">
              <w:rPr>
                <w:rFonts w:ascii="Corbel" w:hAnsi="Corbel"/>
                <w:b w:val="0"/>
                <w:i/>
                <w:smallCaps w:val="0"/>
                <w:szCs w:val="24"/>
              </w:rPr>
              <w:t>Domy pomocy społecznej w Polsce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Centrum Rozwoju Zasobów Ludzkich.</w:t>
            </w:r>
          </w:p>
          <w:p w:rsidR="00425F27" w:rsidP="00592C99" w:rsidRDefault="00425F27" w14:paraId="0FF34AAA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Kozaczuk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(1999). </w:t>
            </w:r>
            <w:r w:rsidRPr="005E565B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w domach pomocy społecznej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 Śląsk. </w:t>
            </w:r>
          </w:p>
          <w:p w:rsidR="00425F27" w:rsidP="00592C99" w:rsidRDefault="00425F27" w14:paraId="0384269D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Rychter D., Margasiński A. (2008). </w:t>
            </w:r>
            <w:r w:rsidRPr="00703A42">
              <w:rPr>
                <w:rFonts w:ascii="Corbel" w:hAnsi="Corbel"/>
                <w:b w:val="0"/>
                <w:i/>
                <w:smallCaps w:val="0"/>
                <w:szCs w:val="24"/>
              </w:rPr>
              <w:t>Wprowadzenie do terapii zajęciowe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Częstochowa: Akademia im. Jana Długosza w  Częstochowie.</w:t>
            </w:r>
          </w:p>
          <w:p w:rsidRPr="00792C07" w:rsidR="00425F27" w:rsidP="00592C99" w:rsidRDefault="00425F27" w14:paraId="7FCA1A1E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2C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Sienkiewicz-</w:t>
            </w:r>
            <w:proofErr w:type="spellStart"/>
            <w:r w:rsidRPr="00792C07">
              <w:rPr>
                <w:rFonts w:ascii="Corbel" w:hAnsi="Corbel"/>
                <w:b w:val="0"/>
                <w:smallCaps w:val="0"/>
                <w:szCs w:val="24"/>
              </w:rPr>
              <w:t>Wilowska</w:t>
            </w:r>
            <w:proofErr w:type="spellEnd"/>
            <w:r w:rsidRPr="00792C07">
              <w:rPr>
                <w:rFonts w:ascii="Corbel" w:hAnsi="Corbel"/>
                <w:b w:val="0"/>
                <w:smallCaps w:val="0"/>
                <w:szCs w:val="24"/>
              </w:rPr>
              <w:t xml:space="preserve"> J.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(2019).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2C07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dla osób w okresie późnej dorosłości. Stan aktualny i pożądane kierunki zmian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>Wyd. Naukowe UAM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92693" w:rsidR="00425F27" w:rsidTr="00592C99" w14:paraId="1A6D4CFE" w14:textId="77777777">
        <w:trPr>
          <w:trHeight w:val="416"/>
        </w:trPr>
        <w:tc>
          <w:tcPr>
            <w:tcW w:w="7513" w:type="dxa"/>
          </w:tcPr>
          <w:p w:rsidRPr="00992693" w:rsidR="00425F27" w:rsidP="00592C99" w:rsidRDefault="00425F27" w14:paraId="771E2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26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92693" w:rsidR="00425F27" w:rsidP="00592C99" w:rsidRDefault="00425F27" w14:paraId="5ACF3DAE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Cylkowska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-Nowak M., Pawlaczyk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Tobis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(red.). (2018). </w:t>
            </w:r>
            <w:r w:rsidRPr="00BB1FE6">
              <w:rPr>
                <w:rFonts w:ascii="Corbel" w:hAnsi="Corbel"/>
                <w:b w:val="0"/>
                <w:i/>
                <w:smallCaps w:val="0"/>
                <w:szCs w:val="24"/>
              </w:rPr>
              <w:t>Innowacje w terapii zajęciowej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BB1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BB1FE6">
              <w:rPr>
                <w:rFonts w:ascii="Corbel" w:hAnsi="Corbel"/>
                <w:b w:val="0"/>
                <w:smallCaps w:val="0"/>
                <w:szCs w:val="24"/>
              </w:rPr>
              <w:t>Wyd. Naukowe Uniwersytetu Medycznego im. Karola Marcinkowskiego w Poznaniu.</w:t>
            </w:r>
          </w:p>
          <w:p w:rsidR="00425F27" w:rsidP="00592C99" w:rsidRDefault="00425F27" w14:paraId="5B7E1440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Jacek A., Sarnacka E., Miaskowska-Daszkiewicz K. (2014). </w:t>
            </w:r>
            <w:r w:rsidRPr="0089779A">
              <w:rPr>
                <w:rFonts w:ascii="Corbel" w:hAnsi="Corbel"/>
                <w:b w:val="0"/>
                <w:i/>
                <w:smallCaps w:val="0"/>
                <w:szCs w:val="24"/>
              </w:rPr>
              <w:t>Domy pomocy społecznej. Organizacja i funkcjonowanie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81D79" w:rsidR="00425F27" w:rsidP="00592C99" w:rsidRDefault="00425F27" w14:paraId="0EDBC580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Kulis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Chrabota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U., Szmurło M., i in. (red.). (2019). </w:t>
            </w:r>
            <w:r w:rsidRPr="00F81D79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dzieci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Wyd. Lekarskie PZWL.</w:t>
            </w:r>
          </w:p>
          <w:p w:rsidRPr="00992693" w:rsidR="00425F27" w:rsidP="00592C99" w:rsidRDefault="00425F27" w14:paraId="203488B5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Steliga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(2012). </w:t>
            </w:r>
            <w:r w:rsidRPr="008157E0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terapii przez sztukę osób chorych psychicznie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Xeein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Pr="009C54AE" w:rsidR="0085747A" w:rsidP="009C54AE" w:rsidRDefault="0085747A" w14:paraId="7E602D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AC5ACB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312" w:rsidP="00C16ABF" w:rsidRDefault="004D4312" w14:paraId="73D567AA" w14:textId="77777777">
      <w:pPr>
        <w:spacing w:after="0" w:line="240" w:lineRule="auto"/>
      </w:pPr>
      <w:r>
        <w:separator/>
      </w:r>
    </w:p>
  </w:endnote>
  <w:endnote w:type="continuationSeparator" w:id="0">
    <w:p w:rsidR="004D4312" w:rsidP="00C16ABF" w:rsidRDefault="004D4312" w14:paraId="043F3FC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0663146"/>
      <w:docPartObj>
        <w:docPartGallery w:val="Page Numbers (Bottom of Page)"/>
        <w:docPartUnique/>
      </w:docPartObj>
    </w:sdtPr>
    <w:sdtEndPr/>
    <w:sdtContent>
      <w:p w:rsidR="00D63D7A" w:rsidRDefault="00D63D7A" w14:paraId="5ED0980A" w14:textId="6F5609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F27">
          <w:rPr>
            <w:noProof/>
          </w:rPr>
          <w:t>5</w:t>
        </w:r>
        <w:r>
          <w:fldChar w:fldCharType="end"/>
        </w:r>
      </w:p>
    </w:sdtContent>
  </w:sdt>
  <w:p w:rsidR="00D63D7A" w:rsidRDefault="00D63D7A" w14:paraId="46C7A133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312" w:rsidP="00C16ABF" w:rsidRDefault="004D4312" w14:paraId="557203C2" w14:textId="77777777">
      <w:pPr>
        <w:spacing w:after="0" w:line="240" w:lineRule="auto"/>
      </w:pPr>
      <w:r>
        <w:separator/>
      </w:r>
    </w:p>
  </w:footnote>
  <w:footnote w:type="continuationSeparator" w:id="0">
    <w:p w:rsidR="004D4312" w:rsidP="00C16ABF" w:rsidRDefault="004D4312" w14:paraId="340E157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6AFE5F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955324"/>
    <w:multiLevelType w:val="hybridMultilevel"/>
    <w:tmpl w:val="444EF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01060"/>
    <w:multiLevelType w:val="hybridMultilevel"/>
    <w:tmpl w:val="D508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92679"/>
    <w:multiLevelType w:val="hybridMultilevel"/>
    <w:tmpl w:val="729C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37D"/>
    <w:rsid w:val="000048FD"/>
    <w:rsid w:val="000077B4"/>
    <w:rsid w:val="00015B8F"/>
    <w:rsid w:val="00022ECE"/>
    <w:rsid w:val="0004084F"/>
    <w:rsid w:val="00042A51"/>
    <w:rsid w:val="00042D2E"/>
    <w:rsid w:val="00044C82"/>
    <w:rsid w:val="00070ED6"/>
    <w:rsid w:val="000742DC"/>
    <w:rsid w:val="00082F0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24B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EE4"/>
    <w:rsid w:val="001D657B"/>
    <w:rsid w:val="001D7B54"/>
    <w:rsid w:val="001E0209"/>
    <w:rsid w:val="001E7DD4"/>
    <w:rsid w:val="001F2CA2"/>
    <w:rsid w:val="002144C0"/>
    <w:rsid w:val="0022477D"/>
    <w:rsid w:val="002278A9"/>
    <w:rsid w:val="002336F9"/>
    <w:rsid w:val="0024028F"/>
    <w:rsid w:val="00241A4A"/>
    <w:rsid w:val="00244ABC"/>
    <w:rsid w:val="00281FF2"/>
    <w:rsid w:val="002857DE"/>
    <w:rsid w:val="0028710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10F"/>
    <w:rsid w:val="003D6CE2"/>
    <w:rsid w:val="003E1941"/>
    <w:rsid w:val="003E2564"/>
    <w:rsid w:val="003E2FE6"/>
    <w:rsid w:val="003E49D5"/>
    <w:rsid w:val="003F205D"/>
    <w:rsid w:val="003F38C0"/>
    <w:rsid w:val="00414E3C"/>
    <w:rsid w:val="0041702F"/>
    <w:rsid w:val="0042244A"/>
    <w:rsid w:val="00425F2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23"/>
    <w:rsid w:val="00490F7D"/>
    <w:rsid w:val="00491678"/>
    <w:rsid w:val="004968E2"/>
    <w:rsid w:val="004A3EEA"/>
    <w:rsid w:val="004A4D1F"/>
    <w:rsid w:val="004D4312"/>
    <w:rsid w:val="004D5282"/>
    <w:rsid w:val="004F1551"/>
    <w:rsid w:val="004F55A3"/>
    <w:rsid w:val="0050496F"/>
    <w:rsid w:val="00513B6F"/>
    <w:rsid w:val="00517C63"/>
    <w:rsid w:val="005363C4"/>
    <w:rsid w:val="00536BDE"/>
    <w:rsid w:val="005420C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BDE"/>
    <w:rsid w:val="00621CE1"/>
    <w:rsid w:val="00627FC9"/>
    <w:rsid w:val="00640FD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2E9"/>
    <w:rsid w:val="006E5D65"/>
    <w:rsid w:val="006F1282"/>
    <w:rsid w:val="006F1FBC"/>
    <w:rsid w:val="006F31E2"/>
    <w:rsid w:val="00703EE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EA"/>
    <w:rsid w:val="00763BF1"/>
    <w:rsid w:val="00766FD4"/>
    <w:rsid w:val="0078168C"/>
    <w:rsid w:val="00787C2A"/>
    <w:rsid w:val="00790E27"/>
    <w:rsid w:val="00792C07"/>
    <w:rsid w:val="007A4022"/>
    <w:rsid w:val="007A6E6E"/>
    <w:rsid w:val="007C3299"/>
    <w:rsid w:val="007C3BCC"/>
    <w:rsid w:val="007C4546"/>
    <w:rsid w:val="007D6E56"/>
    <w:rsid w:val="007E197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6B1"/>
    <w:rsid w:val="008E64F4"/>
    <w:rsid w:val="008F12C9"/>
    <w:rsid w:val="008F6E29"/>
    <w:rsid w:val="00916188"/>
    <w:rsid w:val="00923D7D"/>
    <w:rsid w:val="009508DF"/>
    <w:rsid w:val="00950DAC"/>
    <w:rsid w:val="00954A07"/>
    <w:rsid w:val="00984B2B"/>
    <w:rsid w:val="00997F14"/>
    <w:rsid w:val="009A78D9"/>
    <w:rsid w:val="009C3E31"/>
    <w:rsid w:val="009C54AE"/>
    <w:rsid w:val="009C788E"/>
    <w:rsid w:val="009D3F3B"/>
    <w:rsid w:val="009D7D3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58"/>
    <w:rsid w:val="00AB053C"/>
    <w:rsid w:val="00AB40D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62"/>
    <w:rsid w:val="00D352C9"/>
    <w:rsid w:val="00D425B2"/>
    <w:rsid w:val="00D428D6"/>
    <w:rsid w:val="00D552B2"/>
    <w:rsid w:val="00D608D1"/>
    <w:rsid w:val="00D63D7A"/>
    <w:rsid w:val="00D74119"/>
    <w:rsid w:val="00D8075B"/>
    <w:rsid w:val="00D8678B"/>
    <w:rsid w:val="00DA2114"/>
    <w:rsid w:val="00DE09C0"/>
    <w:rsid w:val="00DE1A52"/>
    <w:rsid w:val="00DE4A14"/>
    <w:rsid w:val="00DF320D"/>
    <w:rsid w:val="00DF71C8"/>
    <w:rsid w:val="00E129B8"/>
    <w:rsid w:val="00E13A7E"/>
    <w:rsid w:val="00E17ACE"/>
    <w:rsid w:val="00E21E7D"/>
    <w:rsid w:val="00E22FBC"/>
    <w:rsid w:val="00E23459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E7F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5A2A0AB"/>
    <w:rsid w:val="5668CDC5"/>
    <w:rsid w:val="686F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3A0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0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0F2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90F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0F2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90F23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08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27e9790d23c9443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c99d9-8d57-477b-8121-b4712d1a341c}"/>
      </w:docPartPr>
      <w:docPartBody>
        <w:p w14:paraId="686F2E4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5DECA7-E278-4289-BF89-91CD2F42C9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87995A-9A0A-4167-8156-365B6FDDA305}"/>
</file>

<file path=customXml/itemProps3.xml><?xml version="1.0" encoding="utf-8"?>
<ds:datastoreItem xmlns:ds="http://schemas.openxmlformats.org/officeDocument/2006/customXml" ds:itemID="{23552758-8378-4F3B-8DED-CF2F68394CF5}"/>
</file>

<file path=customXml/itemProps4.xml><?xml version="1.0" encoding="utf-8"?>
<ds:datastoreItem xmlns:ds="http://schemas.openxmlformats.org/officeDocument/2006/customXml" ds:itemID="{48F5FB0A-8C36-4E68-80BC-3FCBAE1571F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5</revision>
  <lastPrinted>2019-02-06T12:12:00.0000000Z</lastPrinted>
  <dcterms:created xsi:type="dcterms:W3CDTF">2020-10-28T12:36:00.0000000Z</dcterms:created>
  <dcterms:modified xsi:type="dcterms:W3CDTF">2021-10-05T17:08:13.2055906Z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